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00" w:rsidRPr="0073396A" w:rsidRDefault="00C01300" w:rsidP="0073396A">
      <w:pPr>
        <w:pStyle w:val="BodyText"/>
        <w:spacing w:line="240" w:lineRule="exact"/>
        <w:jc w:val="center"/>
        <w:rPr>
          <w:rFonts w:ascii="Times New Roman" w:hAnsi="Times New Roman" w:cs="Times New Roman"/>
        </w:rPr>
      </w:pPr>
      <w:r w:rsidRPr="0073396A">
        <w:rPr>
          <w:rFonts w:ascii="Times New Roman" w:hAnsi="Times New Roman" w:cs="Times New Roman"/>
        </w:rPr>
        <w:t>Официальное сообщение прокуратуры Убинского района:</w:t>
      </w:r>
    </w:p>
    <w:p w:rsidR="00C01300" w:rsidRPr="0073396A" w:rsidRDefault="00C01300" w:rsidP="0073396A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3396A">
        <w:rPr>
          <w:rFonts w:ascii="Times New Roman" w:hAnsi="Times New Roman" w:cs="Times New Roman"/>
          <w:sz w:val="28"/>
          <w:szCs w:val="28"/>
        </w:rPr>
        <w:t>«Государственный жилищный надзор»</w:t>
      </w:r>
    </w:p>
    <w:p w:rsidR="00C01300" w:rsidRPr="0073396A" w:rsidRDefault="00C01300" w:rsidP="00ED345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300" w:rsidRPr="0073396A" w:rsidRDefault="00C01300" w:rsidP="00ED345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96A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73396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73396A">
        <w:rPr>
          <w:rFonts w:ascii="Times New Roman" w:hAnsi="Times New Roman" w:cs="Times New Roman"/>
          <w:sz w:val="28"/>
          <w:szCs w:val="28"/>
        </w:rPr>
        <w:t>от 26.07.2017 № 209-ФЗ «О внесении изменений в статьи 23.48 и 23.55 Кодекса Российской Федерации об административных правонарушениях» внесены изменения в статьи 23.48 и 23.55 КоАП РФ, вступившие в силу</w:t>
      </w:r>
      <w:r w:rsidRPr="0073396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73396A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06.08.2017</w:t>
        </w:r>
      </w:hyperlink>
      <w:r w:rsidRPr="0073396A">
        <w:rPr>
          <w:rFonts w:ascii="Times New Roman" w:hAnsi="Times New Roman" w:cs="Times New Roman"/>
          <w:sz w:val="28"/>
          <w:szCs w:val="28"/>
        </w:rPr>
        <w:t>.</w:t>
      </w:r>
    </w:p>
    <w:p w:rsidR="00C01300" w:rsidRPr="0073396A" w:rsidRDefault="00C01300" w:rsidP="00ED345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96A">
        <w:rPr>
          <w:rFonts w:ascii="Times New Roman" w:hAnsi="Times New Roman" w:cs="Times New Roman"/>
          <w:sz w:val="28"/>
          <w:szCs w:val="28"/>
        </w:rPr>
        <w:t>Полномочиями по привлечению к административной ответственности за необоснованный отказ или уклонение организации, обязанной осуществлять деятельность по установке, замене, эксплуатации приборов учета используемых энергетических ресурсов, от заключения соответствующего договора и (или) от его исполнения, обладают ФАС России и его территориальные органы.</w:t>
      </w:r>
    </w:p>
    <w:p w:rsidR="00C01300" w:rsidRPr="0073396A" w:rsidRDefault="00C01300" w:rsidP="00ED345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96A">
        <w:rPr>
          <w:rFonts w:ascii="Times New Roman" w:hAnsi="Times New Roman" w:cs="Times New Roman"/>
          <w:sz w:val="28"/>
          <w:szCs w:val="28"/>
        </w:rPr>
        <w:t>Настоящим Законом указанные полномочия передаются также органам исполнительной власти субъектов РФ, осуществляющим региональный государственный жилищный надзор.</w:t>
      </w:r>
    </w:p>
    <w:p w:rsidR="00C01300" w:rsidRPr="0073396A" w:rsidRDefault="00C01300" w:rsidP="00ED345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96A">
        <w:rPr>
          <w:rFonts w:ascii="Times New Roman" w:hAnsi="Times New Roman" w:cs="Times New Roman"/>
          <w:sz w:val="28"/>
          <w:szCs w:val="28"/>
        </w:rPr>
        <w:t>Также указанным органам предоставлены полномочия по привлечению к административной ответственности за несоблюдение организациями, обязанными осуществлять деятельность по установке, замене, эксплуатации приборов учета используемых энергетических ресурсов, требования о предоставлении собственникам жилых домов, дачных домов, садовых домов, лицам, представляющим их интересы, собственникам помещений в многоквартирных домах, лицам, ответственным за содержание многоквартирных домов, предложений об оснащении приборами учета используемых энергетических ресурсов, если предоставление указанных предложений таким лицам является обязательным.</w:t>
      </w:r>
    </w:p>
    <w:p w:rsidR="00C01300" w:rsidRPr="0073396A" w:rsidRDefault="00C01300" w:rsidP="00C911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1300" w:rsidRPr="0073396A" w:rsidRDefault="00C01300" w:rsidP="00C911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1300" w:rsidRPr="0073396A" w:rsidRDefault="00C01300" w:rsidP="00C911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1300" w:rsidRPr="00FE692C" w:rsidRDefault="00C01300" w:rsidP="00C911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692C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Помощник прокурора района</w:t>
      </w:r>
    </w:p>
    <w:p w:rsidR="00C01300" w:rsidRPr="00EF500F" w:rsidRDefault="00C01300" w:rsidP="00EF50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юрист 1 класса                                                                               </w:t>
      </w:r>
      <w:r w:rsidRPr="00FE692C">
        <w:rPr>
          <w:rFonts w:ascii="Times New Roman" w:hAnsi="Times New Roman" w:cs="Times New Roman"/>
          <w:sz w:val="28"/>
          <w:szCs w:val="28"/>
          <w:shd w:val="clear" w:color="auto" w:fill="FFFFFF"/>
        </w:rPr>
        <w:t>Д.И. Добровольский</w:t>
      </w:r>
    </w:p>
    <w:sectPr w:rsidR="00C01300" w:rsidRPr="00EF500F" w:rsidSect="00D75C95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66EB0"/>
    <w:multiLevelType w:val="multilevel"/>
    <w:tmpl w:val="455C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57A"/>
    <w:rsid w:val="00034590"/>
    <w:rsid w:val="00035C4E"/>
    <w:rsid w:val="001E6AE2"/>
    <w:rsid w:val="002A64F3"/>
    <w:rsid w:val="002E3A5E"/>
    <w:rsid w:val="00312637"/>
    <w:rsid w:val="00320BB7"/>
    <w:rsid w:val="003D2BA6"/>
    <w:rsid w:val="003D3A29"/>
    <w:rsid w:val="003F52A7"/>
    <w:rsid w:val="00492A8A"/>
    <w:rsid w:val="00522E27"/>
    <w:rsid w:val="0055147F"/>
    <w:rsid w:val="005A162E"/>
    <w:rsid w:val="00634FFE"/>
    <w:rsid w:val="006563D8"/>
    <w:rsid w:val="006B417D"/>
    <w:rsid w:val="00704762"/>
    <w:rsid w:val="0073396A"/>
    <w:rsid w:val="007437D4"/>
    <w:rsid w:val="008452F0"/>
    <w:rsid w:val="009142D9"/>
    <w:rsid w:val="009167F9"/>
    <w:rsid w:val="00936A88"/>
    <w:rsid w:val="00945E86"/>
    <w:rsid w:val="00952200"/>
    <w:rsid w:val="009A3704"/>
    <w:rsid w:val="00A01489"/>
    <w:rsid w:val="00A91E59"/>
    <w:rsid w:val="00B120CE"/>
    <w:rsid w:val="00C01300"/>
    <w:rsid w:val="00C91183"/>
    <w:rsid w:val="00D75C95"/>
    <w:rsid w:val="00E56346"/>
    <w:rsid w:val="00E62E10"/>
    <w:rsid w:val="00E77C79"/>
    <w:rsid w:val="00E92C52"/>
    <w:rsid w:val="00ED345A"/>
    <w:rsid w:val="00ED3790"/>
    <w:rsid w:val="00EE434C"/>
    <w:rsid w:val="00EF1B8E"/>
    <w:rsid w:val="00EF257A"/>
    <w:rsid w:val="00EF500F"/>
    <w:rsid w:val="00FE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17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EF257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257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uiPriority w:val="99"/>
    <w:rsid w:val="00EF257A"/>
  </w:style>
  <w:style w:type="paragraph" w:styleId="NormalWeb">
    <w:name w:val="Normal (Web)"/>
    <w:basedOn w:val="Normal"/>
    <w:uiPriority w:val="99"/>
    <w:rsid w:val="00EF257A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F25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F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257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ED3790"/>
    <w:pPr>
      <w:spacing w:after="0" w:line="24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379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92C52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3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15CD3790BC44E6B72A6D8426B8B98A021E600DD580117D42275C8D6E553D71C075DCF0C386867W6I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260</Words>
  <Characters>1483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2017-09-13T12:28:00Z</cp:lastPrinted>
  <dcterms:created xsi:type="dcterms:W3CDTF">2016-01-19T04:56:00Z</dcterms:created>
  <dcterms:modified xsi:type="dcterms:W3CDTF">2017-08-13T09:40:00Z</dcterms:modified>
</cp:coreProperties>
</file>